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D7" w:rsidRDefault="000F0CD7">
      <w:r>
        <w:t xml:space="preserve">MS uses 15 colour highlight with the </w:t>
      </w:r>
      <w:r w:rsidRPr="00334D9E">
        <w:rPr>
          <w:highlight w:val="green"/>
        </w:rPr>
        <w:t>char background</w:t>
      </w:r>
      <w:r>
        <w:t xml:space="preserve"> tool.</w:t>
      </w:r>
    </w:p>
    <w:p w:rsidR="000F0CD7" w:rsidRDefault="000F0CD7">
      <w:r>
        <w:t xml:space="preserve">MS can also use millions of colours with </w:t>
      </w:r>
      <w:r w:rsidRPr="0068257B">
        <w:rPr>
          <w:shd w:val="clear" w:color="auto" w:fill="CCFF99"/>
        </w:rPr>
        <w:t>borders and shading</w:t>
      </w:r>
      <w:r>
        <w:t>.</w:t>
      </w:r>
    </w:p>
    <w:p w:rsidR="000F0CD7" w:rsidRDefault="000F0CD7"/>
    <w:p w:rsidR="000F0CD7" w:rsidRDefault="000F0CD7" w:rsidP="00993732">
      <w:r>
        <w:t xml:space="preserve">Conflict?  Highlight </w:t>
      </w:r>
      <w:r w:rsidRPr="0068257B">
        <w:rPr>
          <w:shd w:val="clear" w:color="auto" w:fill="CCFF99"/>
        </w:rPr>
        <w:t xml:space="preserve">has </w:t>
      </w:r>
      <w:r w:rsidRPr="0068257B">
        <w:rPr>
          <w:highlight w:val="cyan"/>
          <w:shd w:val="clear" w:color="auto" w:fill="CCFF99"/>
        </w:rPr>
        <w:t>priority</w:t>
      </w:r>
      <w:r w:rsidRPr="0068257B">
        <w:rPr>
          <w:shd w:val="clear" w:color="auto" w:fill="CCFF99"/>
        </w:rPr>
        <w:t xml:space="preserve"> over shading</w:t>
      </w:r>
      <w:r>
        <w:t>.</w:t>
      </w:r>
    </w:p>
    <w:p w:rsidR="000F0CD7" w:rsidRDefault="000F0CD7"/>
    <w:p w:rsidR="000F0CD7" w:rsidRDefault="000F0CD7">
      <w:r>
        <w:t xml:space="preserve">Styles? Highlight char style </w:t>
      </w:r>
      <w:r w:rsidRPr="0068257B">
        <w:rPr>
          <w:shd w:val="clear" w:color="auto" w:fill="CCFF99"/>
        </w:rPr>
        <w:t xml:space="preserve">has </w:t>
      </w:r>
      <w:r w:rsidRPr="0068257B">
        <w:rPr>
          <w:rStyle w:val="charHighlight"/>
          <w:rFonts w:cs="Arial"/>
          <w:shd w:val="clear" w:color="auto" w:fill="CCFF99"/>
        </w:rPr>
        <w:t>priority</w:t>
      </w:r>
      <w:r w:rsidRPr="0068257B">
        <w:rPr>
          <w:shd w:val="clear" w:color="auto" w:fill="CCFF99"/>
        </w:rPr>
        <w:t xml:space="preserve"> over direct shading. </w:t>
      </w:r>
      <w:r w:rsidRPr="00553C50">
        <w:t>(actually, no UI to set character style highlight and seems to be ignored on import).</w:t>
      </w:r>
    </w:p>
    <w:p w:rsidR="000F0CD7" w:rsidRDefault="000F0CD7"/>
    <w:p w:rsidR="000F0CD7" w:rsidRDefault="000F0CD7" w:rsidP="00993732">
      <w:pPr>
        <w:pStyle w:val="paraHighlight"/>
      </w:pPr>
      <w:r>
        <w:t xml:space="preserve">Styles? Highlight para style has </w:t>
      </w:r>
      <w:r w:rsidRPr="00993732">
        <w:rPr>
          <w:shd w:val="clear" w:color="auto" w:fill="CCFF99"/>
        </w:rPr>
        <w:t>priority over direct shading.</w:t>
      </w:r>
      <w:r>
        <w:t xml:space="preserve"> (actually, no UI to set paragraph style highlight, although it is imported/applied).</w:t>
      </w:r>
    </w:p>
    <w:p w:rsidR="000F0CD7" w:rsidRDefault="000F0CD7"/>
    <w:p w:rsidR="000F0CD7" w:rsidRDefault="000F0CD7" w:rsidP="0068257B">
      <w:pPr>
        <w:pStyle w:val="paraHighlight"/>
      </w:pPr>
      <w:r>
        <w:t xml:space="preserve">NONE? How does “</w:t>
      </w:r>
      <w:r w:rsidRPr="0068257B">
        <w:rPr>
          <w:highlight w:val="none"/>
          <w:shd w:val="clear" w:color="auto" w:fill="CCFF99"/>
        </w:rPr>
        <w:t xml:space="preserve">no highlight</w:t>
      </w:r>
      <w:r w:rsidRPr="0068257B">
        <w:rPr>
          <w:rFonts w:cs="Arial"/>
          <w:shd w:val="clear" w:color="auto" w:fill="CCFF99"/>
        </w:rPr>
        <w:t xml:space="preserve">” affect direct shading when </w:t>
      </w:r>
      <w:r w:rsidRPr="0068257B">
        <w:rPr>
          <w:rStyle w:val="noCharHighlight"/>
          <w:rFonts w:cs="Arial"/>
          <w:shd w:val="clear" w:color="auto" w:fill="CCFF99"/>
        </w:rPr>
        <w:t>char style</w:t>
      </w:r>
      <w:r w:rsidRPr="0068257B">
        <w:rPr>
          <w:shd w:val="clear" w:color="auto" w:fill="CCFF99"/>
        </w:rPr>
        <w:t xml:space="preserve"> or para style defines highlight</w:t>
      </w:r>
      <w:r>
        <w:t>? (shading shows, style highlight is cancelled.)</w:t>
      </w:r>
    </w:p>
    <w:p w:rsidR="000F0CD7" w:rsidRDefault="000F0CD7"/>
    <w:sectPr w:rsidR="000F0CD7" w:rsidSect="00334D9E">
      <w:pgSz w:w="8392" w:h="5954" w:orient="landscape" w:code="70"/>
      <w:pgMar w:top="800" w:right="800" w:bottom="800" w:left="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D9E"/>
    <w:rsid w:val="000B485B"/>
    <w:rsid w:val="000F0CD7"/>
    <w:rsid w:val="00334D9E"/>
    <w:rsid w:val="00553C50"/>
    <w:rsid w:val="0068257B"/>
    <w:rsid w:val="006946A0"/>
    <w:rsid w:val="00993732"/>
    <w:rsid w:val="00DF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85B"/>
    <w:rPr>
      <w:rFonts w:ascii="Liberation Sans" w:hAnsi="Liberation Sans" w:cs="Arial"/>
      <w:highlight w:val="non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Highlight">
    <w:name w:val="charHighlight"/>
    <w:basedOn w:val="DefaultParagraphFont"/>
    <w:uiPriority w:val="99"/>
    <w:rsid w:val="00334D9E"/>
    <w:rPr>
      <w:highlight w:val="cyan"/>
      <w:rFonts w:cs="Times New Roman"/>
    </w:rPr>
  </w:style>
  <w:style w:type="character" w:customStyle="1" w:styleId="noCharHighlight">
    <w:name w:val="noCharHighlight"/>
    <w:basedOn w:val="DefaultParagraphFont"/>
    <w:uiPriority w:val="99"/>
    <w:rsid w:val="00334D9E"/>
    <w:rPr>
      <w:highlight w:val="none"/>
      <w:rFonts w:cs="Times New Roman"/>
    </w:rPr>
  </w:style>
  <w:style w:type="paragraph" w:customStyle="1" w:styleId="paraHighlight">
    <w:name w:val="paraHighlight"/>
    <w:basedOn w:val="Normal"/>
    <w:uiPriority w:val="99"/>
    <w:rsid w:val="0068257B"/>
    <w:rPr>
      <w:highlight w:val="cyan"/>
    </w:rPr>
  </w:style>
  <w:style w:type="paragraph" w:styleId="DocumentMap">
    <w:name w:val="Document Map"/>
    <w:basedOn w:val="Normal"/>
    <w:link w:val="DocumentMapChar"/>
    <w:uiPriority w:val="99"/>
    <w:semiHidden/>
    <w:rsid w:val="009937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025"/>
    <w:rPr>
      <w:rFonts w:cs="Arial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75</Words>
  <Characters>434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uses the 16 colour highlight with the char background tool</dc:title>
  <dc:subject/>
  <dc:creator>JLAutoBuild</dc:creator>
  <cp:keywords/>
  <dc:description/>
  <cp:lastModifiedBy>JLAutoBuild</cp:lastModifiedBy>
  <cp:revision>3</cp:revision>
  <dcterms:created xsi:type="dcterms:W3CDTF">2020-11-19T09:21:00Z</dcterms:created>
  <dcterms:modified xsi:type="dcterms:W3CDTF">2020-11-19T09:39:00Z</dcterms:modified>
</cp:coreProperties>
</file>